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83" w:rsidRPr="003B5942" w:rsidRDefault="005E4883" w:rsidP="0075117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B5942">
        <w:rPr>
          <w:rFonts w:ascii="Arial" w:hAnsi="Arial" w:cs="Arial"/>
          <w:sz w:val="22"/>
          <w:szCs w:val="22"/>
        </w:rPr>
        <w:t xml:space="preserve">Załącznik nr 1 do ogłoszenia </w:t>
      </w:r>
    </w:p>
    <w:p w:rsidR="005E4883" w:rsidRPr="003B5942" w:rsidRDefault="005E4883" w:rsidP="0075117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B5942">
        <w:rPr>
          <w:rFonts w:ascii="Arial" w:hAnsi="Arial" w:cs="Arial"/>
          <w:sz w:val="22"/>
          <w:szCs w:val="22"/>
        </w:rPr>
        <w:t>o otwartym naborze Partnera do wspólnej realizacji projektu</w:t>
      </w:r>
    </w:p>
    <w:p w:rsidR="005E4883" w:rsidRPr="003B5942" w:rsidRDefault="005E4883" w:rsidP="00751179">
      <w:pPr>
        <w:rPr>
          <w:rFonts w:ascii="Arial" w:hAnsi="Arial" w:cs="Arial"/>
          <w:sz w:val="22"/>
          <w:szCs w:val="22"/>
        </w:rPr>
      </w:pPr>
    </w:p>
    <w:p w:rsidR="005E4883" w:rsidRPr="003B5942" w:rsidRDefault="005E4883" w:rsidP="0075117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5942">
        <w:rPr>
          <w:rFonts w:ascii="Arial" w:hAnsi="Arial" w:cs="Arial"/>
          <w:b/>
          <w:bCs/>
          <w:sz w:val="22"/>
          <w:szCs w:val="22"/>
        </w:rPr>
        <w:t>FORMULARZ OFERTY</w:t>
      </w:r>
    </w:p>
    <w:p w:rsidR="005E4883" w:rsidRPr="001C3F63" w:rsidRDefault="005E4883" w:rsidP="0075117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 xml:space="preserve">Otwarty konkurs na partnera do projektu w ramach działania: 2.10 </w:t>
      </w:r>
      <w:r w:rsidRPr="001C3F63">
        <w:rPr>
          <w:rFonts w:ascii="Arial" w:hAnsi="Arial" w:cs="Arial"/>
          <w:i/>
          <w:iCs/>
          <w:sz w:val="22"/>
          <w:szCs w:val="22"/>
        </w:rPr>
        <w:t xml:space="preserve">Wysoka jakość systemu oświaty. </w:t>
      </w:r>
      <w:r w:rsidRPr="001C3F63">
        <w:rPr>
          <w:rFonts w:ascii="Arial" w:hAnsi="Arial" w:cs="Arial"/>
          <w:sz w:val="22"/>
          <w:szCs w:val="22"/>
        </w:rPr>
        <w:t xml:space="preserve">Konkurs zamknięty nr </w:t>
      </w:r>
      <w:r w:rsidRPr="001C3F63">
        <w:rPr>
          <w:rStyle w:val="Strong"/>
          <w:rFonts w:ascii="Arial" w:hAnsi="Arial" w:cs="Arial"/>
          <w:b w:val="0"/>
          <w:bCs w:val="0"/>
          <w:sz w:val="22"/>
          <w:szCs w:val="22"/>
        </w:rPr>
        <w:t>POWR.02.10.00-IP.02-00-005/18 "Wsparcie tworzenia sieci szkół ćwiczeń"</w:t>
      </w:r>
      <w:r>
        <w:rPr>
          <w:rFonts w:ascii="Arial" w:hAnsi="Arial" w:cs="Arial"/>
          <w:sz w:val="22"/>
          <w:szCs w:val="22"/>
        </w:rPr>
        <w:t>, Program Operacyjny Wiedza Edukacja Rozwój</w:t>
      </w:r>
      <w:r w:rsidRPr="001C3F63">
        <w:rPr>
          <w:rFonts w:ascii="Arial" w:hAnsi="Arial" w:cs="Arial"/>
          <w:sz w:val="22"/>
          <w:szCs w:val="22"/>
        </w:rPr>
        <w:t>.</w:t>
      </w:r>
    </w:p>
    <w:p w:rsidR="005E4883" w:rsidRPr="001C3F63" w:rsidRDefault="005E4883" w:rsidP="00751179">
      <w:pPr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57"/>
        <w:gridCol w:w="4110"/>
      </w:tblGrid>
      <w:tr w:rsidR="005E4883" w:rsidRPr="001C3F63">
        <w:tc>
          <w:tcPr>
            <w:tcW w:w="9067" w:type="dxa"/>
            <w:gridSpan w:val="2"/>
            <w:shd w:val="clear" w:color="auto" w:fill="9CC2E5"/>
          </w:tcPr>
          <w:p w:rsidR="005E4883" w:rsidRPr="001C3F63" w:rsidRDefault="005E4883" w:rsidP="00F04215">
            <w:pPr>
              <w:pStyle w:val="ListParagraph"/>
              <w:spacing w:after="0" w:line="240" w:lineRule="auto"/>
              <w:ind w:left="1068"/>
              <w:jc w:val="both"/>
              <w:rPr>
                <w:rFonts w:ascii="Arial" w:hAnsi="Arial" w:cs="Arial"/>
                <w:b/>
                <w:bCs/>
              </w:rPr>
            </w:pPr>
            <w:r w:rsidRPr="001C3F63">
              <w:rPr>
                <w:rFonts w:ascii="Arial" w:hAnsi="Arial" w:cs="Arial"/>
                <w:b/>
                <w:bCs/>
                <w:sz w:val="22"/>
                <w:szCs w:val="22"/>
              </w:rPr>
              <w:t>POSTAWOWE DANE</w:t>
            </w: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1.1. Nazwa podmiotu: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1.2. Forma organizacyjna: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1.3. NIP: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1.4. Numer KRS lub innego właściwego rejestru: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1.5. Regon: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9067" w:type="dxa"/>
            <w:gridSpan w:val="2"/>
            <w:shd w:val="clear" w:color="auto" w:fill="9CC2E5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1C3F63">
              <w:rPr>
                <w:rFonts w:ascii="Arial" w:hAnsi="Arial" w:cs="Arial"/>
                <w:b/>
                <w:bCs/>
                <w:sz w:val="22"/>
                <w:szCs w:val="22"/>
              </w:rPr>
              <w:t>1.6. Adres siedziby:</w:t>
            </w: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1.6.1.Województwo: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1.6.2 Miejscowość: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1.6.3 Ulica: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1.6.4 Numer domu: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1.6.5 Numer lokalu: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1.6.6 Kod pocztowy: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1.6.7 Adres poczty elektronicznej: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1.6.8 Adres strony internetowej: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9067" w:type="dxa"/>
            <w:gridSpan w:val="2"/>
            <w:shd w:val="clear" w:color="auto" w:fill="9CC2E5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1C3F63">
              <w:rPr>
                <w:rFonts w:ascii="Arial" w:hAnsi="Arial" w:cs="Arial"/>
                <w:b/>
                <w:bCs/>
                <w:sz w:val="22"/>
                <w:szCs w:val="22"/>
              </w:rPr>
              <w:t>1.7. Osoba/osoby uprawnione do reprezentacji:</w:t>
            </w: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1.7.1 Imię: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1.7.2 Nazwisko: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1.7.3 Numer telefonu: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1.7.4 Adres poczty elektronicznej: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9067" w:type="dxa"/>
            <w:gridSpan w:val="2"/>
            <w:shd w:val="clear" w:color="auto" w:fill="9CC2E5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1C3F63">
              <w:rPr>
                <w:rFonts w:ascii="Arial" w:hAnsi="Arial" w:cs="Arial"/>
                <w:b/>
                <w:bCs/>
                <w:sz w:val="22"/>
                <w:szCs w:val="22"/>
              </w:rPr>
              <w:t>1.8. Osoba do kontaktów roboczych:</w:t>
            </w: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1.8.1 Imię: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1.8.2 Nazwisko: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1.8.3 Numer telefonu: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1.8.4 Adres poczty elektronicznej: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E4883" w:rsidRPr="001C3F63">
        <w:trPr>
          <w:trHeight w:val="317"/>
        </w:trPr>
        <w:tc>
          <w:tcPr>
            <w:tcW w:w="4957" w:type="dxa"/>
          </w:tcPr>
          <w:p w:rsidR="005E4883" w:rsidRPr="001C3F63" w:rsidRDefault="005E4883" w:rsidP="00F04215">
            <w:pPr>
              <w:spacing w:after="0" w:line="240" w:lineRule="auto"/>
              <w:rPr>
                <w:rFonts w:ascii="Arial" w:hAnsi="Arial" w:cs="Arial"/>
              </w:rPr>
            </w:pPr>
            <w:r w:rsidRPr="001C3F63">
              <w:rPr>
                <w:rFonts w:ascii="Arial" w:hAnsi="Arial" w:cs="Arial"/>
                <w:sz w:val="22"/>
                <w:szCs w:val="22"/>
              </w:rPr>
              <w:t>1.9.Obszar prowadzenia działalności statutowej:</w:t>
            </w:r>
          </w:p>
        </w:tc>
        <w:tc>
          <w:tcPr>
            <w:tcW w:w="4110" w:type="dxa"/>
          </w:tcPr>
          <w:p w:rsidR="005E4883" w:rsidRPr="001C3F63" w:rsidRDefault="005E4883" w:rsidP="00F0421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5E4883" w:rsidRPr="001C3F63" w:rsidRDefault="005E4883" w:rsidP="005867F5">
      <w:pPr>
        <w:jc w:val="both"/>
        <w:rPr>
          <w:rFonts w:ascii="Arial" w:hAnsi="Arial" w:cs="Arial"/>
        </w:rPr>
      </w:pPr>
    </w:p>
    <w:p w:rsidR="005E4883" w:rsidRPr="001C3F63" w:rsidRDefault="005E4883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E4883" w:rsidRPr="001C3F63" w:rsidRDefault="005E4883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C3F63">
        <w:rPr>
          <w:rFonts w:ascii="Arial" w:hAnsi="Arial" w:cs="Arial"/>
          <w:color w:val="000000"/>
        </w:rPr>
        <w:t xml:space="preserve"> </w:t>
      </w:r>
      <w:r w:rsidRPr="001C3F63">
        <w:rPr>
          <w:rFonts w:ascii="Arial" w:hAnsi="Arial" w:cs="Arial"/>
          <w:b/>
          <w:bCs/>
          <w:color w:val="000000"/>
          <w:sz w:val="20"/>
          <w:szCs w:val="20"/>
        </w:rPr>
        <w:t xml:space="preserve">Działając w imieniu i na rzecz: </w:t>
      </w:r>
    </w:p>
    <w:p w:rsidR="005E4883" w:rsidRPr="001C3F63" w:rsidRDefault="005E4883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5E4883" w:rsidRPr="001C3F63" w:rsidRDefault="005E4883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C3F63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E4883" w:rsidRPr="001C3F63" w:rsidRDefault="005E4883" w:rsidP="00820E16">
      <w:pPr>
        <w:jc w:val="both"/>
        <w:rPr>
          <w:rFonts w:ascii="Arial" w:hAnsi="Arial" w:cs="Arial"/>
        </w:rPr>
      </w:pPr>
      <w:r w:rsidRPr="001C3F63">
        <w:rPr>
          <w:rFonts w:ascii="Arial" w:hAnsi="Arial" w:cs="Arial"/>
          <w:b/>
          <w:bCs/>
          <w:color w:val="000000"/>
          <w:sz w:val="20"/>
          <w:szCs w:val="20"/>
        </w:rPr>
        <w:t>oświadczam, że reprezentowany przeze mnie podmiot s</w:t>
      </w:r>
      <w:r>
        <w:rPr>
          <w:rFonts w:ascii="Arial" w:hAnsi="Arial" w:cs="Arial"/>
          <w:b/>
          <w:bCs/>
          <w:color w:val="000000"/>
          <w:sz w:val="20"/>
          <w:szCs w:val="20"/>
        </w:rPr>
        <w:t>pełnia określone w ogłoszeniu o </w:t>
      </w:r>
      <w:r w:rsidRPr="001C3F63">
        <w:rPr>
          <w:rFonts w:ascii="Arial" w:hAnsi="Arial" w:cs="Arial"/>
          <w:b/>
          <w:bCs/>
          <w:color w:val="000000"/>
          <w:sz w:val="20"/>
          <w:szCs w:val="20"/>
        </w:rPr>
        <w:t>naborze warunki uczestnictwa w naborze tj.:</w:t>
      </w:r>
    </w:p>
    <w:p w:rsidR="005E4883" w:rsidRDefault="005E4883" w:rsidP="001C3F63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stanowi: - szkołę wyższą w rozumieniu przepisów ustawy z dnia 27 lipca 2005 r. Prawo o szkolnictwie wyższym lub organ ( z wyłączeniem szkół prowadzonych przez ministrów) prowadzący co najmniej jeden podmiot systemu oświaty taki jak: biblioteka pedagogiczna, poradnia psychologiczno-pedagogiczna, pl</w:t>
      </w:r>
      <w:r>
        <w:rPr>
          <w:rFonts w:ascii="Arial" w:hAnsi="Arial" w:cs="Arial"/>
          <w:sz w:val="22"/>
          <w:szCs w:val="22"/>
        </w:rPr>
        <w:t>acówka doskonalenia nauczycieli,</w:t>
      </w:r>
    </w:p>
    <w:p w:rsidR="005E4883" w:rsidRPr="001C3F63" w:rsidRDefault="005E4883" w:rsidP="001C3F63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0E1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deklaruje gotowość do współpracy z Gminą Ełk w celu o</w:t>
      </w:r>
      <w:r>
        <w:rPr>
          <w:rFonts w:ascii="Arial" w:hAnsi="Arial" w:cs="Arial"/>
          <w:sz w:val="22"/>
          <w:szCs w:val="22"/>
        </w:rPr>
        <w:t>pracowania koncepcji projektu i jego tekstu,</w:t>
      </w:r>
    </w:p>
    <w:p w:rsidR="005E4883" w:rsidRPr="001C3F63" w:rsidRDefault="005E4883" w:rsidP="00820E1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deklaruje potencjalny wkład w realizację celu partnerstwa przez m.in. zasoby ludzkie, organiza</w:t>
      </w:r>
      <w:r>
        <w:rPr>
          <w:rFonts w:ascii="Arial" w:hAnsi="Arial" w:cs="Arial"/>
          <w:sz w:val="22"/>
          <w:szCs w:val="22"/>
        </w:rPr>
        <w:t>cyjne, techniczne lub finansowe,</w:t>
      </w:r>
    </w:p>
    <w:p w:rsidR="005E4883" w:rsidRPr="001C3F63" w:rsidRDefault="005E4883" w:rsidP="00820E1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nie podlega wykluczeniu z możliwości otrzymania dofinansowania na podstawie przepisów i wytycznych, w szczególności art. 207 ust. 4 Ustawy z dnia 27 sierpnia 2009 r. o finansach publicznych (Dz. U. z 2013, poz. 885, z późn. zm.), z zastrzeżeniem art. 207 ust. 7 tej Ustawy, a jego działania są zgodne z celami partnerst</w:t>
      </w:r>
      <w:r>
        <w:rPr>
          <w:rFonts w:ascii="Arial" w:hAnsi="Arial" w:cs="Arial"/>
          <w:sz w:val="22"/>
          <w:szCs w:val="22"/>
        </w:rPr>
        <w:t>wa,</w:t>
      </w:r>
    </w:p>
    <w:p w:rsidR="005E4883" w:rsidRPr="001C3F63" w:rsidRDefault="005E4883" w:rsidP="00820E1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posiada doś</w:t>
      </w:r>
      <w:r>
        <w:rPr>
          <w:rFonts w:ascii="Arial" w:hAnsi="Arial" w:cs="Arial"/>
          <w:sz w:val="22"/>
          <w:szCs w:val="22"/>
        </w:rPr>
        <w:t>wiadczenie w realizacji projektów o podobnym charakterze,</w:t>
      </w:r>
    </w:p>
    <w:p w:rsidR="005E4883" w:rsidRPr="001C3F63" w:rsidRDefault="005E4883" w:rsidP="00820E1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 xml:space="preserve">prowadzi działalność statutową zgodną z zadaniami określonymi </w:t>
      </w:r>
      <w:r>
        <w:rPr>
          <w:rFonts w:ascii="Arial" w:hAnsi="Arial" w:cs="Arial"/>
          <w:sz w:val="22"/>
          <w:szCs w:val="22"/>
        </w:rPr>
        <w:t>w niniejszej ofercie współpracy,</w:t>
      </w:r>
    </w:p>
    <w:p w:rsidR="005E4883" w:rsidRPr="001C3F63" w:rsidRDefault="005E4883" w:rsidP="00820E1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ie zalega z opłacaniem podatków</w:t>
      </w:r>
      <w:r w:rsidRPr="001C3F63">
        <w:rPr>
          <w:rFonts w:ascii="Arial" w:hAnsi="Arial" w:cs="Arial"/>
          <w:sz w:val="22"/>
          <w:szCs w:val="22"/>
        </w:rPr>
        <w:t xml:space="preserve"> lub uzyskał przewidziane prawem zwolnienie, odroczenie</w:t>
      </w:r>
      <w:r>
        <w:rPr>
          <w:rFonts w:ascii="Arial" w:hAnsi="Arial" w:cs="Arial"/>
          <w:sz w:val="22"/>
          <w:szCs w:val="22"/>
        </w:rPr>
        <w:t>,</w:t>
      </w:r>
      <w:r w:rsidRPr="001C3F63">
        <w:rPr>
          <w:rFonts w:ascii="Arial" w:hAnsi="Arial" w:cs="Arial"/>
          <w:sz w:val="22"/>
          <w:szCs w:val="22"/>
        </w:rPr>
        <w:t xml:space="preserve"> lub rozłożenie na raty zaległych płatności lub wstrzymanie w całości wykonania decyzji w</w:t>
      </w:r>
      <w:r>
        <w:rPr>
          <w:rFonts w:ascii="Arial" w:hAnsi="Arial" w:cs="Arial"/>
          <w:sz w:val="22"/>
          <w:szCs w:val="22"/>
        </w:rPr>
        <w:t>łaściwego organu,</w:t>
      </w:r>
    </w:p>
    <w:p w:rsidR="005E4883" w:rsidRPr="001C3F63" w:rsidRDefault="005E4883" w:rsidP="00820E1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nie zalega z opłacaniem składek na ubez</w:t>
      </w:r>
      <w:r>
        <w:rPr>
          <w:rFonts w:ascii="Arial" w:hAnsi="Arial" w:cs="Arial"/>
          <w:sz w:val="22"/>
          <w:szCs w:val="22"/>
        </w:rPr>
        <w:t>pieczenia zdrowotne i społeczne</w:t>
      </w:r>
      <w:r w:rsidRPr="001C3F63">
        <w:rPr>
          <w:rFonts w:ascii="Arial" w:hAnsi="Arial" w:cs="Arial"/>
          <w:sz w:val="22"/>
          <w:szCs w:val="22"/>
        </w:rPr>
        <w:t xml:space="preserve"> lub uzyskał przewidziane prawem zwolnienie, odroczenie lub rozłożenie na raty zaległych płatności lub wstrzymanie w całości wyko</w:t>
      </w:r>
      <w:r>
        <w:rPr>
          <w:rFonts w:ascii="Arial" w:hAnsi="Arial" w:cs="Arial"/>
          <w:sz w:val="22"/>
          <w:szCs w:val="22"/>
        </w:rPr>
        <w:t>nania decyzji właściwego organu.</w: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 xml:space="preserve">I. </w:t>
      </w:r>
      <w:r w:rsidRPr="001C3F63">
        <w:rPr>
          <w:rFonts w:ascii="Arial" w:hAnsi="Arial" w:cs="Arial"/>
          <w:b/>
          <w:bCs/>
          <w:sz w:val="22"/>
          <w:szCs w:val="22"/>
        </w:rPr>
        <w:t>CELE STATUTOWE</w:t>
      </w:r>
      <w:r w:rsidRPr="001C3F63">
        <w:rPr>
          <w:rFonts w:ascii="Arial" w:hAnsi="Arial" w:cs="Arial"/>
          <w:sz w:val="22"/>
          <w:szCs w:val="22"/>
        </w:rPr>
        <w:t xml:space="preserve"> (zgodność misji i celów z celami partnerstwa, zgodność misji i celów podmiotu ze złożoną ofertą współpracy partnerskiej) (punktacja 0 – 10)</w: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.75pt;width:459pt;height:77pt;z-index:251658240;visibility:visible;mso-position-horizontal:center;mso-position-horizontal-relative:margin" strokeweight=".5pt">
            <v:textbox>
              <w:txbxContent>
                <w:p w:rsidR="005E4883" w:rsidRDefault="005E4883"/>
              </w:txbxContent>
            </v:textbox>
            <w10:wrap anchorx="margin"/>
          </v:shape>
        </w:pic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</w:t>
      </w:r>
      <w:r w:rsidRPr="001C3F6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C3F63">
        <w:rPr>
          <w:rFonts w:ascii="Arial" w:hAnsi="Arial" w:cs="Arial"/>
          <w:b/>
          <w:bCs/>
          <w:sz w:val="22"/>
          <w:szCs w:val="22"/>
        </w:rPr>
        <w:t xml:space="preserve">DOŚWIADCZENIE W REALIZACJI </w:t>
      </w:r>
      <w:r>
        <w:rPr>
          <w:rFonts w:ascii="Arial" w:hAnsi="Arial" w:cs="Arial"/>
          <w:b/>
          <w:bCs/>
          <w:sz w:val="22"/>
          <w:szCs w:val="22"/>
        </w:rPr>
        <w:t>PROJEKTÓW O PODOBNYM CHARAKTERZE</w:t>
      </w:r>
      <w:r w:rsidRPr="001C3F63">
        <w:rPr>
          <w:rFonts w:ascii="Arial" w:hAnsi="Arial" w:cs="Arial"/>
          <w:sz w:val="22"/>
          <w:szCs w:val="22"/>
        </w:rPr>
        <w:t>(punktacja 0 -5)</w: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  <w:lang w:eastAsia="pl-PL"/>
        </w:rPr>
        <w:pict>
          <v:shape id="Pole tekstowe 3" o:spid="_x0000_s1027" type="#_x0000_t202" style="position:absolute;left:0;text-align:left;margin-left:0;margin-top:0;width:459pt;height:78.45pt;z-index:251659264;visibility:visible;mso-position-horizontal-relative:margin" strokeweight=".5pt">
            <v:textbox>
              <w:txbxContent>
                <w:p w:rsidR="005E4883" w:rsidRDefault="005E4883" w:rsidP="00417B5C"/>
              </w:txbxContent>
            </v:textbox>
            <w10:wrap anchorx="margin"/>
          </v:shape>
        </w:pic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III</w:t>
      </w:r>
      <w:r w:rsidRPr="001C3F63">
        <w:rPr>
          <w:rFonts w:ascii="Arial" w:hAnsi="Arial" w:cs="Arial"/>
          <w:sz w:val="22"/>
          <w:szCs w:val="22"/>
        </w:rPr>
        <w:t xml:space="preserve">. </w:t>
      </w:r>
      <w:r w:rsidRPr="001C3F63">
        <w:rPr>
          <w:rFonts w:ascii="Arial" w:hAnsi="Arial" w:cs="Arial"/>
          <w:b/>
          <w:bCs/>
          <w:sz w:val="22"/>
          <w:szCs w:val="22"/>
        </w:rPr>
        <w:t>PROPONOWANY ZAKRE</w:t>
      </w:r>
      <w:r>
        <w:rPr>
          <w:rFonts w:ascii="Arial" w:hAnsi="Arial" w:cs="Arial"/>
          <w:b/>
          <w:bCs/>
          <w:sz w:val="22"/>
          <w:szCs w:val="22"/>
        </w:rPr>
        <w:t>S WSPÓŁPRACY I WKŁAD OFERENTA W </w:t>
      </w:r>
      <w:r w:rsidRPr="001C3F63">
        <w:rPr>
          <w:rFonts w:ascii="Arial" w:hAnsi="Arial" w:cs="Arial"/>
          <w:b/>
          <w:bCs/>
          <w:sz w:val="22"/>
          <w:szCs w:val="22"/>
        </w:rPr>
        <w:t>PRZYGOTOWANIE PROJEKTU I WNIOSKU APLIKACYJNEGO</w:t>
      </w:r>
      <w:r w:rsidRPr="001C3F63">
        <w:rPr>
          <w:rFonts w:ascii="Arial" w:hAnsi="Arial" w:cs="Arial"/>
          <w:sz w:val="22"/>
          <w:szCs w:val="22"/>
        </w:rPr>
        <w:t>(punktacja 0 -5)</w: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  <w:lang w:eastAsia="pl-PL"/>
        </w:rPr>
        <w:pict>
          <v:shape id="Pole tekstowe 4" o:spid="_x0000_s1028" type="#_x0000_t202" style="position:absolute;left:0;text-align:left;margin-left:0;margin-top:-.05pt;width:459pt;height:78.95pt;z-index:251660288;visibility:visible;mso-position-horizontal-relative:margin" strokeweight=".5pt">
            <v:textbox>
              <w:txbxContent>
                <w:p w:rsidR="005E4883" w:rsidRDefault="005E4883" w:rsidP="00417B5C"/>
              </w:txbxContent>
            </v:textbox>
            <w10:wrap anchorx="margin"/>
          </v:shape>
        </w:pic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IV. </w:t>
      </w:r>
      <w:r w:rsidRPr="001C3F63">
        <w:rPr>
          <w:rFonts w:ascii="Arial" w:hAnsi="Arial" w:cs="Arial"/>
          <w:b/>
          <w:bCs/>
          <w:sz w:val="22"/>
          <w:szCs w:val="22"/>
        </w:rPr>
        <w:t>WKŁAD W REALIZACJĘ CELU PARTNERSTWA (ZASOBY LUDZKIE, ORGANIZACYJNE, TECHNICZNE), OPIS POSIADANYCH ZASOBÓW RZECZOWYCH, OSOBOWYCH I FINANSOWYCH, KTÓRE KANDYDAT NA PARTNERA JEST W STANIE WNIEŚĆ DO PROJEKTU W TRAKCIE JEGO REALIZACJI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C3F63">
        <w:rPr>
          <w:rFonts w:ascii="Arial" w:hAnsi="Arial" w:cs="Arial"/>
          <w:sz w:val="22"/>
          <w:szCs w:val="22"/>
        </w:rPr>
        <w:t>( punktacja 0 -10)</w: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  <w:lang w:eastAsia="pl-PL"/>
        </w:rPr>
        <w:pict>
          <v:shape id="Pole tekstowe 5" o:spid="_x0000_s1029" type="#_x0000_t202" style="position:absolute;left:0;text-align:left;margin-left:0;margin-top:-.05pt;width:459pt;height:72.45pt;z-index:251661312;visibility:visible;mso-position-horizontal-relative:margin" strokeweight=".5pt">
            <v:textbox>
              <w:txbxContent>
                <w:p w:rsidR="005E4883" w:rsidRDefault="005E4883" w:rsidP="00417B5C"/>
              </w:txbxContent>
            </v:textbox>
            <w10:wrap anchorx="margin"/>
          </v:shape>
        </w:pic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1C3F63">
        <w:rPr>
          <w:rFonts w:ascii="Arial" w:hAnsi="Arial" w:cs="Arial"/>
          <w:sz w:val="22"/>
          <w:szCs w:val="22"/>
        </w:rPr>
        <w:t xml:space="preserve">. </w:t>
      </w:r>
      <w:r w:rsidRPr="001C3F63">
        <w:rPr>
          <w:rFonts w:ascii="Arial" w:hAnsi="Arial" w:cs="Arial"/>
          <w:b/>
          <w:bCs/>
          <w:sz w:val="22"/>
          <w:szCs w:val="22"/>
        </w:rPr>
        <w:t>OPIS KONCEPCJI UDZIAŁU W PROJEKCIE - PROPOZYCJA REALIZACJI DZIAŁAŃ W RAMACH PROJEKTU</w:t>
      </w:r>
      <w:r w:rsidRPr="001C3F63">
        <w:rPr>
          <w:rFonts w:ascii="Arial" w:hAnsi="Arial" w:cs="Arial"/>
          <w:sz w:val="22"/>
          <w:szCs w:val="22"/>
        </w:rPr>
        <w:t xml:space="preserve"> (punktacja 0 -20)</w: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  <w:lang w:eastAsia="pl-PL"/>
        </w:rPr>
        <w:pict>
          <v:shape id="Pole tekstowe 6" o:spid="_x0000_s1030" type="#_x0000_t202" style="position:absolute;left:0;text-align:left;margin-left:0;margin-top:-.05pt;width:459pt;height:72.9pt;z-index:251662336;visibility:visible;mso-position-horizontal-relative:margin" strokeweight=".5pt">
            <v:textbox>
              <w:txbxContent>
                <w:p w:rsidR="005E4883" w:rsidRDefault="005E4883" w:rsidP="00417B5C"/>
              </w:txbxContent>
            </v:textbox>
            <w10:wrap anchorx="margin"/>
          </v:shape>
        </w:pic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Załączniki:</w:t>
      </w:r>
    </w:p>
    <w:p w:rsidR="005E4883" w:rsidRDefault="005E4883" w:rsidP="0082528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aktualny odpis z KRS lub inny równoważny dokument</w:t>
      </w:r>
      <w:r>
        <w:rPr>
          <w:rFonts w:ascii="Arial" w:hAnsi="Arial" w:cs="Arial"/>
          <w:sz w:val="22"/>
          <w:szCs w:val="22"/>
        </w:rPr>
        <w:t xml:space="preserve"> potwierdzający status prawny i </w:t>
      </w:r>
      <w:r w:rsidRPr="001C3F63">
        <w:rPr>
          <w:rFonts w:ascii="Arial" w:hAnsi="Arial" w:cs="Arial"/>
          <w:sz w:val="22"/>
          <w:szCs w:val="22"/>
        </w:rPr>
        <w:t>organizacyjny oraz umocowanie osób reprezentujących partnera</w:t>
      </w:r>
      <w:r>
        <w:rPr>
          <w:rFonts w:ascii="Arial" w:hAnsi="Arial" w:cs="Arial"/>
          <w:sz w:val="22"/>
          <w:szCs w:val="22"/>
        </w:rPr>
        <w:t xml:space="preserve"> </w:t>
      </w:r>
      <w:r w:rsidRPr="001C3F63">
        <w:rPr>
          <w:rFonts w:ascii="Arial" w:hAnsi="Arial" w:cs="Arial"/>
          <w:sz w:val="22"/>
          <w:szCs w:val="22"/>
        </w:rPr>
        <w:t>(wystawione nie wcześniej niż 3 miesiące przed terminem składania ofert),</w:t>
      </w:r>
    </w:p>
    <w:p w:rsidR="005E4883" w:rsidRDefault="005E4883" w:rsidP="0082528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zaświadczenie o niezaleganiu z płatnościami wobec ZUS i Urzędu Skarbowego (wystawione nie wcześniej niż 6 miesięcy przed terminem składania ofert),</w:t>
      </w:r>
    </w:p>
    <w:p w:rsidR="005E4883" w:rsidRPr="001C3F63" w:rsidRDefault="005E4883" w:rsidP="0082528A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kopia statutu podmiotu lub dokumentu równoważnego.</w:t>
      </w: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Oświadczam/y, że:</w:t>
      </w:r>
    </w:p>
    <w:p w:rsidR="005E4883" w:rsidRDefault="005E4883" w:rsidP="0082528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zapoznałem(-am)/liśmy się z treścią ogłoszenia o naborze partnera i akceptuję/emy jego zapisy i nie wnoszę/imy uwag do jego treści,</w:t>
      </w:r>
    </w:p>
    <w:p w:rsidR="005E4883" w:rsidRDefault="005E4883" w:rsidP="0082528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wyrażam/y wolę aktywnego udziału w tworzeniu koncepcji projektu,</w:t>
      </w:r>
    </w:p>
    <w:p w:rsidR="005E4883" w:rsidRDefault="005E4883" w:rsidP="0082528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będą/będziemy aktywnie uczestniczyć w opracowaniu ko</w:t>
      </w:r>
      <w:r>
        <w:rPr>
          <w:rFonts w:ascii="Arial" w:hAnsi="Arial" w:cs="Arial"/>
          <w:sz w:val="22"/>
          <w:szCs w:val="22"/>
        </w:rPr>
        <w:t>ncepcji projektu i dokumentów z </w:t>
      </w:r>
      <w:r w:rsidRPr="001C3F63">
        <w:rPr>
          <w:rFonts w:ascii="Arial" w:hAnsi="Arial" w:cs="Arial"/>
          <w:sz w:val="22"/>
          <w:szCs w:val="22"/>
        </w:rPr>
        <w:t>nim związanych, w zakresie nie mniejszym niż zaproponowany w ofercie,</w:t>
      </w:r>
    </w:p>
    <w:p w:rsidR="005E4883" w:rsidRPr="001C3F63" w:rsidRDefault="005E4883" w:rsidP="0082528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wyrażam/y zgodę na przetwarzanie moich/naszych danych osobowych wyłącznie do celów przeprowadzenia niniejszej procedury konkursow</w:t>
      </w:r>
      <w:r>
        <w:rPr>
          <w:rFonts w:ascii="Arial" w:hAnsi="Arial" w:cs="Arial"/>
          <w:sz w:val="22"/>
          <w:szCs w:val="22"/>
        </w:rPr>
        <w:t>ej na wybór Partnerów zgodnie z </w:t>
      </w:r>
      <w:r w:rsidRPr="001C3F63">
        <w:rPr>
          <w:rFonts w:ascii="Arial" w:hAnsi="Arial" w:cs="Arial"/>
          <w:sz w:val="22"/>
          <w:szCs w:val="22"/>
        </w:rPr>
        <w:t>Ustawą z dnia 29 sierpnia 1997 r. o ochronie danych os</w:t>
      </w:r>
      <w:r>
        <w:rPr>
          <w:rFonts w:ascii="Arial" w:hAnsi="Arial" w:cs="Arial"/>
          <w:sz w:val="22"/>
          <w:szCs w:val="22"/>
        </w:rPr>
        <w:t>obowych (tekst jednolity: Dz. U</w:t>
      </w:r>
      <w:r w:rsidRPr="001C3F63">
        <w:rPr>
          <w:rFonts w:ascii="Arial" w:hAnsi="Arial" w:cs="Arial"/>
          <w:sz w:val="22"/>
          <w:szCs w:val="22"/>
        </w:rPr>
        <w:t>. 2014 r., poz. 1182, z późn. zm.).</w:t>
      </w:r>
    </w:p>
    <w:p w:rsidR="005E488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82528A">
      <w:pPr>
        <w:jc w:val="both"/>
        <w:rPr>
          <w:rFonts w:ascii="Arial" w:hAnsi="Arial" w:cs="Arial"/>
          <w:sz w:val="22"/>
          <w:szCs w:val="22"/>
        </w:rPr>
      </w:pPr>
    </w:p>
    <w:p w:rsidR="005E4883" w:rsidRPr="001C3F63" w:rsidRDefault="005E4883" w:rsidP="00417B5C">
      <w:pPr>
        <w:jc w:val="right"/>
        <w:rPr>
          <w:rFonts w:ascii="Arial" w:hAnsi="Arial" w:cs="Arial"/>
          <w:sz w:val="22"/>
          <w:szCs w:val="22"/>
        </w:rPr>
      </w:pPr>
      <w:r w:rsidRPr="001C3F63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5E4883" w:rsidRPr="001C3F63" w:rsidRDefault="005E4883" w:rsidP="004601B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Pr="001C3F63">
        <w:rPr>
          <w:rFonts w:ascii="Arial" w:hAnsi="Arial" w:cs="Arial"/>
          <w:sz w:val="22"/>
          <w:szCs w:val="22"/>
        </w:rPr>
        <w:t>Miejscowość, data i podpis</w:t>
      </w:r>
      <w:r>
        <w:rPr>
          <w:rFonts w:ascii="Arial" w:hAnsi="Arial" w:cs="Arial"/>
          <w:sz w:val="22"/>
          <w:szCs w:val="22"/>
        </w:rPr>
        <w:t xml:space="preserve"> </w:t>
      </w:r>
      <w:r w:rsidRPr="001C3F63">
        <w:rPr>
          <w:rFonts w:ascii="Arial" w:hAnsi="Arial" w:cs="Arial"/>
          <w:sz w:val="22"/>
          <w:szCs w:val="22"/>
        </w:rPr>
        <w:t>osoby uprawnionej</w:t>
      </w:r>
    </w:p>
    <w:sectPr w:rsidR="005E4883" w:rsidRPr="001C3F63" w:rsidSect="000D1C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83" w:rsidRDefault="005E4883">
      <w:r>
        <w:separator/>
      </w:r>
    </w:p>
  </w:endnote>
  <w:endnote w:type="continuationSeparator" w:id="0">
    <w:p w:rsidR="005E4883" w:rsidRDefault="005E4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883" w:rsidRDefault="005E4883" w:rsidP="001F478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E4883" w:rsidRDefault="005E4883" w:rsidP="000828B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83" w:rsidRDefault="005E4883">
      <w:r>
        <w:separator/>
      </w:r>
    </w:p>
  </w:footnote>
  <w:footnote w:type="continuationSeparator" w:id="0">
    <w:p w:rsidR="005E4883" w:rsidRDefault="005E48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81073"/>
    <w:multiLevelType w:val="multilevel"/>
    <w:tmpl w:val="F71ECA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">
    <w:nsid w:val="08957141"/>
    <w:multiLevelType w:val="hybridMultilevel"/>
    <w:tmpl w:val="0382DD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E13278"/>
    <w:multiLevelType w:val="hybridMultilevel"/>
    <w:tmpl w:val="EA8EDDA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230902"/>
    <w:multiLevelType w:val="hybridMultilevel"/>
    <w:tmpl w:val="75108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3591E"/>
    <w:multiLevelType w:val="hybridMultilevel"/>
    <w:tmpl w:val="25661602"/>
    <w:lvl w:ilvl="0" w:tplc="2CB6AC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C848B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5">
    <w:nsid w:val="509D5138"/>
    <w:multiLevelType w:val="hybridMultilevel"/>
    <w:tmpl w:val="263C4044"/>
    <w:lvl w:ilvl="0" w:tplc="2CB6AC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83C12D4"/>
    <w:multiLevelType w:val="hybridMultilevel"/>
    <w:tmpl w:val="F71ECA90"/>
    <w:lvl w:ilvl="0" w:tplc="BC848B6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179"/>
    <w:rsid w:val="000828B5"/>
    <w:rsid w:val="000D1C1A"/>
    <w:rsid w:val="001C3F63"/>
    <w:rsid w:val="001F4789"/>
    <w:rsid w:val="003B5942"/>
    <w:rsid w:val="00417B5C"/>
    <w:rsid w:val="004601BA"/>
    <w:rsid w:val="004E3396"/>
    <w:rsid w:val="00544D83"/>
    <w:rsid w:val="005867F5"/>
    <w:rsid w:val="005A3935"/>
    <w:rsid w:val="005E4883"/>
    <w:rsid w:val="006B4652"/>
    <w:rsid w:val="00751179"/>
    <w:rsid w:val="007D7752"/>
    <w:rsid w:val="00820E16"/>
    <w:rsid w:val="0082528A"/>
    <w:rsid w:val="00864601"/>
    <w:rsid w:val="008E282C"/>
    <w:rsid w:val="00950293"/>
    <w:rsid w:val="00AF26F8"/>
    <w:rsid w:val="00B05E8B"/>
    <w:rsid w:val="00B84A9E"/>
    <w:rsid w:val="00C133CA"/>
    <w:rsid w:val="00C22F8F"/>
    <w:rsid w:val="00CC2DEF"/>
    <w:rsid w:val="00DF0EDC"/>
    <w:rsid w:val="00F04215"/>
    <w:rsid w:val="00F7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293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5117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5867F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5942"/>
    <w:pPr>
      <w:ind w:left="720"/>
    </w:pPr>
  </w:style>
  <w:style w:type="character" w:styleId="Strong">
    <w:name w:val="Strong"/>
    <w:basedOn w:val="DefaultParagraphFont"/>
    <w:uiPriority w:val="99"/>
    <w:qFormat/>
    <w:locked/>
    <w:rsid w:val="001C3F63"/>
    <w:rPr>
      <w:b/>
      <w:bCs/>
    </w:rPr>
  </w:style>
  <w:style w:type="paragraph" w:styleId="Footer">
    <w:name w:val="footer"/>
    <w:basedOn w:val="Normal"/>
    <w:link w:val="FooterChar"/>
    <w:uiPriority w:val="99"/>
    <w:rsid w:val="000828B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0828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</Pages>
  <Words>665</Words>
  <Characters>3995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MariaB</dc:creator>
  <cp:keywords/>
  <dc:description/>
  <cp:lastModifiedBy>.</cp:lastModifiedBy>
  <cp:revision>9</cp:revision>
  <cp:lastPrinted>2018-06-08T11:16:00Z</cp:lastPrinted>
  <dcterms:created xsi:type="dcterms:W3CDTF">2017-10-24T09:32:00Z</dcterms:created>
  <dcterms:modified xsi:type="dcterms:W3CDTF">2018-06-08T11:30:00Z</dcterms:modified>
</cp:coreProperties>
</file>